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12" w:rsidRPr="00DD4313" w:rsidRDefault="00A44812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A44812" w:rsidRPr="00DD4313" w:rsidRDefault="00A44812">
      <w:pPr>
        <w:rPr>
          <w:rFonts w:ascii="Comic Sans MS" w:hAnsi="Comic Sans MS"/>
          <w:sz w:val="24"/>
          <w:szCs w:val="24"/>
        </w:rPr>
      </w:pPr>
    </w:p>
    <w:p w:rsidR="00A44812" w:rsidRPr="00DD4313" w:rsidRDefault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Rubric for independent writing activity: </w:t>
      </w:r>
    </w:p>
    <w:p w:rsidR="00DD4313" w:rsidRDefault="00DD4313" w:rsidP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Using signal words in an appropriate order (O)  </w:t>
      </w:r>
      <w:r>
        <w:rPr>
          <w:rFonts w:ascii="Comic Sans MS" w:hAnsi="Comic Sans MS"/>
          <w:sz w:val="24"/>
          <w:szCs w:val="24"/>
        </w:rPr>
        <w:t xml:space="preserve"> </w:t>
      </w:r>
      <w:r w:rsidRPr="00DD4313">
        <w:rPr>
          <w:rFonts w:ascii="Comic Sans MS" w:hAnsi="Comic Sans MS"/>
          <w:sz w:val="24"/>
          <w:szCs w:val="24"/>
        </w:rPr>
        <w:t>+1</w:t>
      </w:r>
    </w:p>
    <w:p w:rsidR="00DD4313" w:rsidRPr="00DD4313" w:rsidRDefault="00DD4313" w:rsidP="00DD43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Including six events from their own life (E)    +1</w:t>
      </w:r>
    </w:p>
    <w:p w:rsidR="00DD4313" w:rsidRPr="00DD4313" w:rsidRDefault="00DD4313" w:rsidP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Your sentences makes sense and is free of grammatical errors (S)  </w:t>
      </w:r>
      <w:r>
        <w:rPr>
          <w:rFonts w:ascii="Comic Sans MS" w:hAnsi="Comic Sans MS"/>
          <w:sz w:val="24"/>
          <w:szCs w:val="24"/>
        </w:rPr>
        <w:t xml:space="preserve"> </w:t>
      </w:r>
      <w:r w:rsidRPr="00DD4313">
        <w:rPr>
          <w:rFonts w:ascii="Comic Sans MS" w:hAnsi="Comic Sans MS"/>
          <w:sz w:val="24"/>
          <w:szCs w:val="24"/>
        </w:rPr>
        <w:t>+1</w:t>
      </w:r>
    </w:p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A44812" w:rsidRDefault="00A44812"/>
    <w:p w:rsidR="00A44812" w:rsidRDefault="00A44812"/>
    <w:p w:rsidR="00A44812" w:rsidRDefault="00A44812"/>
    <w:p w:rsidR="00A37776" w:rsidRDefault="00DD4313"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7270535</wp:posOffset>
            </wp:positionH>
            <wp:positionV relativeFrom="paragraph">
              <wp:posOffset>3121572</wp:posOffset>
            </wp:positionV>
            <wp:extent cx="1727130" cy="1765738"/>
            <wp:effectExtent l="19050" t="0" r="6420" b="0"/>
            <wp:wrapNone/>
            <wp:docPr id="2" name="Picture 2" descr="C:\Documents and Settings\Lorie\Local Settings\Temporary Internet Files\Content.IE5\FQYGDWGK\MC9001908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orie\Local Settings\Temporary Internet Files\Content.IE5\FQYGDWGK\MC90019088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073" cy="177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-819807</wp:posOffset>
            </wp:positionH>
            <wp:positionV relativeFrom="paragraph">
              <wp:posOffset>-756745</wp:posOffset>
            </wp:positionV>
            <wp:extent cx="1576552" cy="1560786"/>
            <wp:effectExtent l="0" t="0" r="4598" b="0"/>
            <wp:wrapNone/>
            <wp:docPr id="1" name="Picture 1" descr="C:\Documents and Settings\Lorie\Local Settings\Temporary Internet Files\Content.IE5\3H2N86DF\MC9001285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orie\Local Settings\Temporary Internet Files\Content.IE5\3H2N86DF\MC90012857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552" cy="156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5683250</wp:posOffset>
                </wp:positionV>
                <wp:extent cx="7320915" cy="1816100"/>
                <wp:effectExtent l="7620" t="12700" r="5715" b="952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0915" cy="181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Pr="00A44812" w:rsidRDefault="00A44812">
                            <w:pPr>
                              <w:rPr>
                                <w:rFonts w:ascii="Teen Light" w:hAnsi="Teen Light"/>
                                <w:sz w:val="96"/>
                                <w:szCs w:val="96"/>
                              </w:rPr>
                            </w:pPr>
                            <w:r w:rsidRPr="00A44812">
                              <w:rPr>
                                <w:rFonts w:ascii="Teen Light" w:hAnsi="Teen Light"/>
                                <w:sz w:val="96"/>
                                <w:szCs w:val="96"/>
                              </w:rPr>
                              <w:t xml:space="preserve">Colonial American Timeline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27.05pt;margin-top:447.5pt;width:576.45pt;height:143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">
                <v:textbox style="mso-fit-shape-to-text:t">
                  <w:txbxContent>
                    <w:p w:rsidR="00A44812" w:rsidRPr="00A44812" w:rsidRDefault="00A44812">
                      <w:pPr>
                        <w:rPr>
                          <w:rFonts w:ascii="Teen Light" w:hAnsi="Teen Light"/>
                          <w:sz w:val="96"/>
                          <w:szCs w:val="96"/>
                        </w:rPr>
                      </w:pPr>
                      <w:r w:rsidRPr="00A44812">
                        <w:rPr>
                          <w:rFonts w:ascii="Teen Light" w:hAnsi="Teen Light"/>
                          <w:sz w:val="96"/>
                          <w:szCs w:val="96"/>
                        </w:rPr>
                        <w:t xml:space="preserve">Colonial American Timeline 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6525895</wp:posOffset>
                </wp:positionH>
                <wp:positionV relativeFrom="paragraph">
                  <wp:posOffset>306705</wp:posOffset>
                </wp:positionV>
                <wp:extent cx="2202180" cy="1375410"/>
                <wp:effectExtent l="12065" t="13335" r="5080" b="1143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137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1776 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Declaration o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f Independence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Second Continental Congress declared independence from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513.85pt;margin-top:24.15pt;width:173.4pt;height:108.3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 xml:space="preserve">1776 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Declaration o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f Independence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Second Continental Congress declared independence from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Britain.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5081270</wp:posOffset>
                </wp:positionH>
                <wp:positionV relativeFrom="paragraph">
                  <wp:posOffset>3495040</wp:posOffset>
                </wp:positionV>
                <wp:extent cx="1932305" cy="1587500"/>
                <wp:effectExtent l="8890" t="8255" r="11430" b="1397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1775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Battle o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f Bunker Hill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took the hill outside Boston but lost many more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soldiers than the American defenders.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400.1pt;margin-top:275.2pt;width:152.15pt;height:12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1775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Battle o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f Bunker Hill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took the hill outside Boston but lost many more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soldiers than the American defenders.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-551815</wp:posOffset>
                </wp:positionV>
                <wp:extent cx="1962785" cy="2649220"/>
                <wp:effectExtent l="9525" t="10795" r="8890" b="698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264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1775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Lexington </w:t>
                            </w: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nd Concord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Paul Revere rode to warn the Sons of Liberty that British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soldiers were marching to Lexington. The first shots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were fired at Lexington and Minute Men forced the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to retreat to Boston after the battle at Concord.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82.75pt;margin-top:-43.45pt;width:154.55pt;height:208.6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1775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 xml:space="preserve">Lexington </w:t>
                      </w: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nd Concord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Paul Revere rode to warn the Sons of Liberty that British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soldiers were marching to Lexington. The first shots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were fired at Lexington and Minute Men forced the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to retreat to Boston after the battle at Concord.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3489325</wp:posOffset>
                </wp:positionV>
                <wp:extent cx="1640840" cy="1162685"/>
                <wp:effectExtent l="10160" t="6350" r="6350" b="12065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840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1773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Boston Tea Party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Sons of Liberty dumped shipload of tea into the harbor.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81.15pt;margin-top:274.75pt;width:129.2pt;height:91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1773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Boston Tea Party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Sons of Liberty dumped shipload of tea into the harbor.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5080</wp:posOffset>
                </wp:positionV>
                <wp:extent cx="1900555" cy="1587500"/>
                <wp:effectExtent l="6350" t="10160" r="7620" b="12065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0555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1770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Boston Massacre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troops fired on a crowd killing five. Troops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withdrew to islands in the harbor to avoid more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bloodshed.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65.5pt;margin-top:.4pt;width:149.65pt;height:12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1770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Boston Massacre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troops fired on a crowd killing five. Troops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withdrew to islands in the harbor to avoid more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bloodshed.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3336925</wp:posOffset>
                </wp:positionV>
                <wp:extent cx="1699895" cy="2335530"/>
                <wp:effectExtent l="10160" t="6350" r="13970" b="1079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233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1767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Townshend Acts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Parliament passed a tax on imports of glass, lead, paints, paper, and tea. Colonists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organized and refused to import British goods.</w:t>
                            </w:r>
                          </w:p>
                          <w:p w:rsidR="00A44812" w:rsidRDefault="00A44812" w:rsidP="00A44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3.6pt;margin-top:262.75pt;width:133.85pt;height:183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1767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Townshend Acts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Parliament passed a tax on imports of glass, lead, paints, paper, and tea. Colonists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organized and refused to import British goods.</w:t>
                      </w:r>
                    </w:p>
                    <w:p w:rsidR="00A44812" w:rsidRDefault="00A44812" w:rsidP="00A4481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2354580</wp:posOffset>
                </wp:positionV>
                <wp:extent cx="0" cy="1134745"/>
                <wp:effectExtent l="10160" t="11430" r="8890" b="635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48.3pt;margin-top:185.4pt;width:0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1603375</wp:posOffset>
                </wp:positionV>
                <wp:extent cx="0" cy="1134745"/>
                <wp:effectExtent l="13335" t="12700" r="5715" b="508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55.05pt;margin-top:126.25pt;width:0;height:8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6054090</wp:posOffset>
                </wp:positionH>
                <wp:positionV relativeFrom="paragraph">
                  <wp:posOffset>2354580</wp:posOffset>
                </wp:positionV>
                <wp:extent cx="0" cy="1134745"/>
                <wp:effectExtent l="5715" t="11430" r="13335" b="63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76.7pt;margin-top:185.4pt;width:0;height:8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1603375</wp:posOffset>
                </wp:positionV>
                <wp:extent cx="0" cy="1134745"/>
                <wp:effectExtent l="13335" t="12700" r="5715" b="508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39.05pt;margin-top:126.25pt;width:0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FUPHQIAADs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7599045</wp:posOffset>
                </wp:positionH>
                <wp:positionV relativeFrom="paragraph">
                  <wp:posOffset>1682115</wp:posOffset>
                </wp:positionV>
                <wp:extent cx="0" cy="1134745"/>
                <wp:effectExtent l="7620" t="5715" r="11430" b="1206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598.35pt;margin-top:132.45pt;width:0;height:8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7GWHQIAADs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2202180</wp:posOffset>
                </wp:positionV>
                <wp:extent cx="0" cy="1134745"/>
                <wp:effectExtent l="5715" t="11430" r="1333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0.95pt;margin-top:173.4pt;width:0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2506980</wp:posOffset>
                </wp:positionV>
                <wp:extent cx="8923655" cy="0"/>
                <wp:effectExtent l="5080" t="11430" r="5715" b="76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3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23.6pt;margin-top:197.4pt;width:702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TWL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"/>
            </w:pict>
          </mc:Fallback>
        </mc:AlternateContent>
      </w:r>
    </w:p>
    <w:sectPr w:rsidR="00A37776" w:rsidSect="00A448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en Light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12"/>
    <w:rsid w:val="000F4439"/>
    <w:rsid w:val="0038381B"/>
    <w:rsid w:val="004448EA"/>
    <w:rsid w:val="0068601F"/>
    <w:rsid w:val="0076247C"/>
    <w:rsid w:val="00A37776"/>
    <w:rsid w:val="00A44812"/>
    <w:rsid w:val="00DD4313"/>
    <w:rsid w:val="00FD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47E43-A2F2-48BC-B510-08B24342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B30B6BCC.dotm</Template>
  <TotalTime>0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Lorie</dc:creator>
  <cp:lastModifiedBy>billinj</cp:lastModifiedBy>
  <cp:revision>2</cp:revision>
  <dcterms:created xsi:type="dcterms:W3CDTF">2012-07-25T17:32:00Z</dcterms:created>
  <dcterms:modified xsi:type="dcterms:W3CDTF">2012-07-25T17:32:00Z</dcterms:modified>
</cp:coreProperties>
</file>